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1A654A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955EDE">
              <w:t>e-</w:t>
            </w:r>
            <w:proofErr w:type="spellStart"/>
            <w:r w:rsidR="00955EDE">
              <w:t>Nav</w:t>
            </w:r>
            <w:proofErr w:type="spellEnd"/>
            <w:r w:rsidR="00955EDE">
              <w:t xml:space="preserve"> </w:t>
            </w:r>
            <w:r w:rsidRPr="00EA7ACA">
              <w:t>C</w:t>
            </w:r>
            <w:r w:rsidR="00050DA7" w:rsidRPr="00EA7ACA">
              <w:t>ommittee</w:t>
            </w:r>
          </w:p>
        </w:tc>
        <w:tc>
          <w:tcPr>
            <w:tcW w:w="5461" w:type="dxa"/>
          </w:tcPr>
          <w:p w:rsidR="000348ED" w:rsidRPr="00B15B24" w:rsidRDefault="00F007C7" w:rsidP="00F007C7">
            <w:pPr>
              <w:pStyle w:val="Header"/>
              <w:rPr>
                <w:highlight w:val="yellow"/>
              </w:rPr>
            </w:pPr>
            <w:r>
              <w:rPr>
                <w:lang w:val="nl-NL"/>
              </w:rPr>
              <w:t>e-NAV14-17.1.6.2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5D05AC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607152">
              <w:t>VTS</w:t>
            </w:r>
            <w:r w:rsidR="008065E8">
              <w:t>, ANM, EEP</w:t>
            </w:r>
            <w:r w:rsidR="00CA04AF">
              <w:t xml:space="preserve"> </w:t>
            </w:r>
            <w:r w:rsidR="00902AA4" w:rsidRPr="00EA7ACA">
              <w:t>Committee</w:t>
            </w:r>
            <w:r w:rsidR="00EA7ACA">
              <w:t>s and PAP</w:t>
            </w:r>
          </w:p>
        </w:tc>
        <w:tc>
          <w:tcPr>
            <w:tcW w:w="5461" w:type="dxa"/>
          </w:tcPr>
          <w:p w:rsidR="000348ED" w:rsidRPr="00B15B24" w:rsidRDefault="00955EDE" w:rsidP="00955EDE">
            <w:pPr>
              <w:jc w:val="right"/>
            </w:pPr>
            <w:r w:rsidRPr="00EA7ACA">
              <w:t>25 September</w:t>
            </w:r>
            <w:r w:rsidR="005D05AC" w:rsidRPr="00B15B24">
              <w:t xml:space="preserve"> 20</w:t>
            </w:r>
            <w:r w:rsidR="001A654A">
              <w:t>1</w:t>
            </w:r>
            <w:r>
              <w:t>3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0348ED" w:rsidP="005D05AC">
      <w:pPr>
        <w:pStyle w:val="Title"/>
        <w:spacing w:after="120"/>
      </w:pPr>
    </w:p>
    <w:p w:rsidR="00B8247E" w:rsidRDefault="0064435F" w:rsidP="00002906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955EDE" w:rsidRDefault="00607152" w:rsidP="00CD0B96">
      <w:pPr>
        <w:pStyle w:val="BodyText"/>
      </w:pPr>
      <w:r w:rsidRPr="00EA7ACA">
        <w:rPr>
          <w:lang w:eastAsia="de-DE"/>
        </w:rPr>
        <w:t>The e-Navigation committee at its 14</w:t>
      </w:r>
      <w:r w:rsidRPr="00EA7ACA">
        <w:rPr>
          <w:vertAlign w:val="superscript"/>
          <w:lang w:eastAsia="de-DE"/>
        </w:rPr>
        <w:t>th</w:t>
      </w:r>
      <w:r w:rsidRPr="00EA7ACA">
        <w:rPr>
          <w:lang w:eastAsia="de-DE"/>
        </w:rPr>
        <w:t xml:space="preserve"> sess</w:t>
      </w:r>
      <w:r w:rsidR="00EA7ACA">
        <w:rPr>
          <w:lang w:eastAsia="de-DE"/>
        </w:rPr>
        <w:t xml:space="preserve">ion finalized the </w:t>
      </w:r>
      <w:r w:rsidRPr="00EA7ACA">
        <w:rPr>
          <w:lang w:eastAsia="de-DE"/>
        </w:rPr>
        <w:t xml:space="preserve">Guideline on </w:t>
      </w:r>
      <w:r w:rsidRPr="00EA7ACA">
        <w:t xml:space="preserve">Producing an S-100 Product Specification. It </w:t>
      </w:r>
      <w:r w:rsidR="00F3488E">
        <w:t>will be</w:t>
      </w:r>
      <w:r w:rsidR="00EA7ACA">
        <w:t xml:space="preserve"> sent to</w:t>
      </w:r>
      <w:r w:rsidRPr="00EA7ACA">
        <w:t xml:space="preserve"> IALA </w:t>
      </w:r>
      <w:r w:rsidR="00B46A83">
        <w:t>C</w:t>
      </w:r>
      <w:r w:rsidRPr="00EA7ACA">
        <w:t xml:space="preserve">ouncil </w:t>
      </w:r>
      <w:r w:rsidR="00EA7ACA">
        <w:t>for approval at</w:t>
      </w:r>
      <w:r w:rsidRPr="00EA7ACA">
        <w:t xml:space="preserve"> its 56</w:t>
      </w:r>
      <w:r w:rsidRPr="00EA7ACA">
        <w:rPr>
          <w:vertAlign w:val="superscript"/>
        </w:rPr>
        <w:t>th</w:t>
      </w:r>
      <w:r w:rsidRPr="00EA7ACA">
        <w:t xml:space="preserve"> session in December 2014.</w:t>
      </w:r>
      <w:r>
        <w:t xml:space="preserve"> </w:t>
      </w:r>
      <w:r w:rsidR="00F3488E">
        <w:t>It is anticipated that with approval a great variety of product specifications will be created</w:t>
      </w:r>
      <w:r w:rsidR="002A798A">
        <w:t xml:space="preserve"> based on this guideline and its development template.</w:t>
      </w:r>
    </w:p>
    <w:p w:rsidR="00607152" w:rsidRDefault="00607152" w:rsidP="00CD0B96">
      <w:pPr>
        <w:pStyle w:val="BodyText"/>
      </w:pPr>
      <w:r>
        <w:t>T</w:t>
      </w:r>
      <w:r w:rsidR="002A798A">
        <w:t>he input by</w:t>
      </w:r>
      <w:r>
        <w:t xml:space="preserve"> IALA into the IHO GI Registry (S-100</w:t>
      </w:r>
      <w:r w:rsidR="002A798A">
        <w:t>)</w:t>
      </w:r>
      <w:r>
        <w:t xml:space="preserve"> is cons</w:t>
      </w:r>
      <w:r w:rsidR="002A798A">
        <w:t>idered to be essential</w:t>
      </w:r>
      <w:r>
        <w:t xml:space="preserve"> in support of:</w:t>
      </w:r>
    </w:p>
    <w:p w:rsidR="00607152" w:rsidRDefault="00607152" w:rsidP="00CD0B96">
      <w:pPr>
        <w:pStyle w:val="BodyText"/>
        <w:numPr>
          <w:ilvl w:val="0"/>
          <w:numId w:val="26"/>
        </w:numPr>
        <w:rPr>
          <w:lang w:eastAsia="de-DE"/>
        </w:rPr>
      </w:pPr>
      <w:r>
        <w:t>The further development of e-Navigation</w:t>
      </w:r>
      <w:r w:rsidR="00CD0B96">
        <w:t>;</w:t>
      </w:r>
    </w:p>
    <w:p w:rsidR="00607152" w:rsidRDefault="00607152" w:rsidP="00CD0B96">
      <w:pPr>
        <w:pStyle w:val="BodyText"/>
        <w:numPr>
          <w:ilvl w:val="0"/>
          <w:numId w:val="26"/>
        </w:numPr>
        <w:rPr>
          <w:lang w:eastAsia="de-DE"/>
        </w:rPr>
      </w:pPr>
      <w:r>
        <w:t xml:space="preserve">The harmonization and storage </w:t>
      </w:r>
      <w:r w:rsidR="00EA7ACA">
        <w:t xml:space="preserve">of </w:t>
      </w:r>
      <w:r>
        <w:t>definitions, descriptions and product spe</w:t>
      </w:r>
      <w:r w:rsidR="00F3488E">
        <w:t xml:space="preserve">cifications </w:t>
      </w:r>
      <w:r>
        <w:t>at a centralized p</w:t>
      </w:r>
      <w:r w:rsidR="00F3488E">
        <w:t xml:space="preserve">lace </w:t>
      </w:r>
      <w:r w:rsidR="002A798A">
        <w:t xml:space="preserve">where they </w:t>
      </w:r>
      <w:r w:rsidR="00F3488E">
        <w:t>will</w:t>
      </w:r>
      <w:r>
        <w:t xml:space="preserve"> be </w:t>
      </w:r>
      <w:r w:rsidR="00F3488E">
        <w:t xml:space="preserve">easily </w:t>
      </w:r>
      <w:r>
        <w:t>accessible for operational, technical and organizational development.</w:t>
      </w:r>
    </w:p>
    <w:p w:rsidR="00607152" w:rsidRDefault="006856DC" w:rsidP="00CD0B96">
      <w:pPr>
        <w:pStyle w:val="BodyText"/>
      </w:pPr>
      <w:r>
        <w:t>It is recognized that the knowledge and expertise on a large number of subjects for which product specifications have to be developed are spread across the Committees:</w:t>
      </w:r>
    </w:p>
    <w:p w:rsidR="006856DC" w:rsidRDefault="006856DC" w:rsidP="00CD0B96">
      <w:pPr>
        <w:pStyle w:val="BodyText"/>
        <w:numPr>
          <w:ilvl w:val="0"/>
          <w:numId w:val="27"/>
        </w:numPr>
      </w:pPr>
      <w:r>
        <w:t>All operational and technical related aspects on VTS in the VTS Committee</w:t>
      </w:r>
    </w:p>
    <w:p w:rsidR="006856DC" w:rsidRDefault="006856DC" w:rsidP="00CD0B96">
      <w:pPr>
        <w:pStyle w:val="BodyText"/>
        <w:numPr>
          <w:ilvl w:val="0"/>
          <w:numId w:val="27"/>
        </w:numPr>
      </w:pPr>
      <w:r>
        <w:t xml:space="preserve">All </w:t>
      </w:r>
      <w:r w:rsidR="00EA7ACA">
        <w:t>operational and</w:t>
      </w:r>
      <w:r>
        <w:t xml:space="preserve"> technical related aspects on AtoN in the ANM </w:t>
      </w:r>
      <w:r w:rsidR="00153D7E">
        <w:t xml:space="preserve">and EEP </w:t>
      </w:r>
      <w:r>
        <w:t>Committee</w:t>
      </w:r>
      <w:r w:rsidR="00153D7E">
        <w:t>s</w:t>
      </w:r>
    </w:p>
    <w:p w:rsidR="00902AA4" w:rsidRPr="00B15B24" w:rsidRDefault="008065E8" w:rsidP="00135447">
      <w:pPr>
        <w:pStyle w:val="Heading1"/>
        <w:rPr>
          <w:lang w:val="en-GB"/>
        </w:rPr>
      </w:pPr>
      <w:r>
        <w:rPr>
          <w:lang w:val="en-GB"/>
        </w:rPr>
        <w:t>Considerations</w:t>
      </w:r>
    </w:p>
    <w:p w:rsidR="005D05AC" w:rsidRPr="005D6932" w:rsidRDefault="00607152" w:rsidP="00CD0B96">
      <w:pPr>
        <w:pStyle w:val="BodyText"/>
      </w:pPr>
      <w:r w:rsidRPr="005D6932">
        <w:t>Taking into account the fact that in 2014 the IALA Committees will only meet once</w:t>
      </w:r>
      <w:r w:rsidR="006856DC" w:rsidRPr="005D6932">
        <w:t xml:space="preserve"> in the C</w:t>
      </w:r>
      <w:r w:rsidR="005D6932" w:rsidRPr="005D6932">
        <w:t>onference year</w:t>
      </w:r>
      <w:r w:rsidR="00153D7E">
        <w:t xml:space="preserve">, there could </w:t>
      </w:r>
      <w:r w:rsidR="005203B8">
        <w:t xml:space="preserve">be </w:t>
      </w:r>
      <w:r w:rsidR="005203B8" w:rsidRPr="005D6932">
        <w:t>a</w:t>
      </w:r>
      <w:r w:rsidR="005D6932" w:rsidRPr="005D6932">
        <w:t xml:space="preserve"> delay in the dev</w:t>
      </w:r>
      <w:bookmarkStart w:id="0" w:name="_GoBack"/>
      <w:bookmarkEnd w:id="0"/>
      <w:r w:rsidR="005D6932" w:rsidRPr="005D6932">
        <w:t xml:space="preserve">elopment </w:t>
      </w:r>
      <w:r w:rsidR="00153D7E">
        <w:t>process</w:t>
      </w:r>
      <w:r w:rsidR="005D6932" w:rsidRPr="005D6932">
        <w:t xml:space="preserve">. In order to </w:t>
      </w:r>
      <w:r w:rsidR="00153D7E">
        <w:t>minimize delays</w:t>
      </w:r>
      <w:r w:rsidR="005D6932" w:rsidRPr="005D6932">
        <w:t>, Committees are encouraged to</w:t>
      </w:r>
      <w:r w:rsidRPr="005D6932">
        <w:t xml:space="preserve"> </w:t>
      </w:r>
      <w:r w:rsidR="005D6932" w:rsidRPr="005D6932">
        <w:t>start development of product specification</w:t>
      </w:r>
      <w:r w:rsidR="00153D7E">
        <w:t>s</w:t>
      </w:r>
      <w:r w:rsidR="005D6932" w:rsidRPr="005D6932">
        <w:t xml:space="preserve"> at their earliest opportunity.</w:t>
      </w:r>
    </w:p>
    <w:p w:rsidR="008065E8" w:rsidRPr="005D6932" w:rsidRDefault="005D6932" w:rsidP="00CD0B96">
      <w:pPr>
        <w:pStyle w:val="BodyText"/>
      </w:pPr>
      <w:r>
        <w:t>Additionally, i</w:t>
      </w:r>
      <w:r w:rsidR="008065E8" w:rsidRPr="005D6932">
        <w:t>t is</w:t>
      </w:r>
      <w:r>
        <w:t xml:space="preserve"> </w:t>
      </w:r>
      <w:r w:rsidR="008065E8" w:rsidRPr="005D6932">
        <w:t xml:space="preserve">recognized that the development of product specifications is a new process and task for IALA. Therefore the e-Navigation Committee offers its support to the </w:t>
      </w:r>
      <w:r w:rsidR="00153D7E">
        <w:t xml:space="preserve">other </w:t>
      </w:r>
      <w:r w:rsidR="008065E8" w:rsidRPr="005D6932">
        <w:t xml:space="preserve">Committees </w:t>
      </w:r>
      <w:r w:rsidR="004E4158">
        <w:t>to assist with product specification development.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4C220D" w:rsidRPr="00EA7ACA" w:rsidRDefault="008065E8" w:rsidP="005D05AC">
      <w:pPr>
        <w:pStyle w:val="BodyText"/>
      </w:pPr>
      <w:r w:rsidRPr="00EA7ACA">
        <w:t>The C</w:t>
      </w:r>
      <w:r w:rsidR="00955EDE" w:rsidRPr="00EA7ACA">
        <w:t>ommittee</w:t>
      </w:r>
      <w:r w:rsidRPr="00EA7ACA">
        <w:t>s are</w:t>
      </w:r>
      <w:r w:rsidR="00902AA4" w:rsidRPr="00EA7ACA">
        <w:t xml:space="preserve"> requested to</w:t>
      </w:r>
      <w:r w:rsidR="00630F7F" w:rsidRPr="00EA7ACA">
        <w:t>:</w:t>
      </w:r>
    </w:p>
    <w:p w:rsidR="004C5693" w:rsidRDefault="00EA43BC" w:rsidP="00955EDE">
      <w:pPr>
        <w:pStyle w:val="List1"/>
        <w:numPr>
          <w:ilvl w:val="0"/>
          <w:numId w:val="23"/>
        </w:numPr>
        <w:rPr>
          <w:lang w:val="en-GB"/>
        </w:rPr>
      </w:pPr>
      <w:r w:rsidRPr="00EA7ACA">
        <w:rPr>
          <w:lang w:val="en-GB"/>
        </w:rPr>
        <w:t>I</w:t>
      </w:r>
      <w:r w:rsidR="00607152" w:rsidRPr="00EA7ACA">
        <w:rPr>
          <w:lang w:val="en-GB"/>
        </w:rPr>
        <w:t>ncorporate the task for the development o</w:t>
      </w:r>
      <w:r w:rsidRPr="00EA7ACA">
        <w:rPr>
          <w:lang w:val="en-GB"/>
        </w:rPr>
        <w:t>f</w:t>
      </w:r>
      <w:r w:rsidR="00607152" w:rsidRPr="00EA7ACA">
        <w:rPr>
          <w:lang w:val="en-GB"/>
        </w:rPr>
        <w:t xml:space="preserve"> relevant product specifications</w:t>
      </w:r>
      <w:r w:rsidR="00266BED" w:rsidRPr="00EA7ACA">
        <w:rPr>
          <w:lang w:val="en-GB"/>
        </w:rPr>
        <w:t xml:space="preserve"> in the C</w:t>
      </w:r>
      <w:r w:rsidRPr="00EA7ACA">
        <w:rPr>
          <w:lang w:val="en-GB"/>
        </w:rPr>
        <w:t>ommittees work programme 2014-2018</w:t>
      </w:r>
      <w:r w:rsidR="00870F4A">
        <w:rPr>
          <w:lang w:val="en-GB"/>
        </w:rPr>
        <w:t>. This consist</w:t>
      </w:r>
      <w:r w:rsidR="005203B8">
        <w:rPr>
          <w:lang w:val="en-GB"/>
        </w:rPr>
        <w:t>s</w:t>
      </w:r>
      <w:r w:rsidR="00870F4A">
        <w:rPr>
          <w:lang w:val="en-GB"/>
        </w:rPr>
        <w:t xml:space="preserve"> of</w:t>
      </w:r>
      <w:r w:rsidR="004C5693">
        <w:rPr>
          <w:lang w:val="en-GB"/>
        </w:rPr>
        <w:t>:</w:t>
      </w:r>
    </w:p>
    <w:p w:rsidR="00607152" w:rsidRPr="004C5693" w:rsidRDefault="004C5693" w:rsidP="004C5693">
      <w:pPr>
        <w:pStyle w:val="List1indent1"/>
        <w:numPr>
          <w:ilvl w:val="1"/>
          <w:numId w:val="23"/>
        </w:numPr>
        <w:rPr>
          <w:lang w:val="en-GB"/>
        </w:rPr>
      </w:pPr>
      <w:r>
        <w:rPr>
          <w:lang w:val="en-GB"/>
        </w:rPr>
        <w:t>The</w:t>
      </w:r>
      <w:r w:rsidRPr="004C5693">
        <w:rPr>
          <w:lang w:val="en-GB"/>
        </w:rPr>
        <w:t xml:space="preserve"> i</w:t>
      </w:r>
      <w:r>
        <w:rPr>
          <w:lang w:val="en-GB"/>
        </w:rPr>
        <w:t>dentification of</w:t>
      </w:r>
      <w:r w:rsidRPr="004C5693">
        <w:rPr>
          <w:lang w:val="en-GB"/>
        </w:rPr>
        <w:t xml:space="preserve"> subjects</w:t>
      </w:r>
      <w:r>
        <w:rPr>
          <w:lang w:val="en-GB"/>
        </w:rPr>
        <w:t xml:space="preserve"> (services and data products)</w:t>
      </w:r>
      <w:r w:rsidRPr="004C5693">
        <w:rPr>
          <w:lang w:val="en-GB"/>
        </w:rPr>
        <w:t xml:space="preserve"> to be developed </w:t>
      </w:r>
      <w:r w:rsidR="00870F4A" w:rsidRPr="004C5693">
        <w:rPr>
          <w:lang w:val="en-GB"/>
        </w:rPr>
        <w:t>into product specifications</w:t>
      </w:r>
    </w:p>
    <w:p w:rsidR="004C5693" w:rsidRPr="004C5693" w:rsidRDefault="004C5693" w:rsidP="004C5693">
      <w:pPr>
        <w:pStyle w:val="List1indent1"/>
        <w:numPr>
          <w:ilvl w:val="1"/>
          <w:numId w:val="23"/>
        </w:numPr>
        <w:rPr>
          <w:lang w:val="en-GB"/>
        </w:rPr>
      </w:pPr>
      <w:r>
        <w:rPr>
          <w:lang w:val="en-GB"/>
        </w:rPr>
        <w:t>T</w:t>
      </w:r>
      <w:r w:rsidRPr="00EA7ACA">
        <w:rPr>
          <w:lang w:val="en-GB"/>
        </w:rPr>
        <w:t xml:space="preserve">he </w:t>
      </w:r>
      <w:r>
        <w:rPr>
          <w:lang w:val="en-GB"/>
        </w:rPr>
        <w:t xml:space="preserve">development </w:t>
      </w:r>
      <w:r w:rsidRPr="00EA7ACA">
        <w:rPr>
          <w:lang w:val="en-GB"/>
        </w:rPr>
        <w:t>of Product Specifications using the Guideline on Producing an S-100 Product Specification as a reference.</w:t>
      </w:r>
    </w:p>
    <w:p w:rsidR="00630F7F" w:rsidRPr="00EA7ACA" w:rsidRDefault="00457B17" w:rsidP="00002906">
      <w:pPr>
        <w:pStyle w:val="List1"/>
        <w:rPr>
          <w:lang w:val="en-GB"/>
        </w:rPr>
      </w:pPr>
      <w:r>
        <w:rPr>
          <w:lang w:val="en-GB"/>
        </w:rPr>
        <w:t>Provide input to the Task Group</w:t>
      </w:r>
      <w:r w:rsidR="00153D7E">
        <w:rPr>
          <w:lang w:val="en-GB"/>
        </w:rPr>
        <w:t>s being set up to develop</w:t>
      </w:r>
      <w:r>
        <w:rPr>
          <w:lang w:val="en-GB"/>
        </w:rPr>
        <w:t xml:space="preserve"> the</w:t>
      </w:r>
      <w:r w:rsidR="00EA43BC" w:rsidRPr="00EA7ACA">
        <w:rPr>
          <w:lang w:val="en-GB"/>
        </w:rPr>
        <w:t xml:space="preserve"> product specification</w:t>
      </w:r>
      <w:r>
        <w:rPr>
          <w:lang w:val="en-GB"/>
        </w:rPr>
        <w:t>s</w:t>
      </w:r>
      <w:r w:rsidR="004C5693">
        <w:rPr>
          <w:lang w:val="en-GB"/>
        </w:rPr>
        <w:t>.</w:t>
      </w:r>
      <w:r>
        <w:rPr>
          <w:lang w:val="en-GB"/>
        </w:rPr>
        <w:t xml:space="preserve"> </w:t>
      </w:r>
    </w:p>
    <w:p w:rsidR="00266BED" w:rsidRPr="00EA7ACA" w:rsidRDefault="00266BED" w:rsidP="00002906">
      <w:pPr>
        <w:pStyle w:val="List1"/>
        <w:rPr>
          <w:lang w:val="en-GB"/>
        </w:rPr>
      </w:pPr>
      <w:r w:rsidRPr="00EA7ACA">
        <w:rPr>
          <w:lang w:val="en-GB"/>
        </w:rPr>
        <w:t>Provide the e-Navigation Committ</w:t>
      </w:r>
      <w:r w:rsidR="004C5693">
        <w:rPr>
          <w:lang w:val="en-GB"/>
        </w:rPr>
        <w:t>ee with a point of contact who m</w:t>
      </w:r>
      <w:r w:rsidRPr="00EA7ACA">
        <w:rPr>
          <w:lang w:val="en-GB"/>
        </w:rPr>
        <w:t xml:space="preserve">ay act as Field Manager for </w:t>
      </w:r>
      <w:r w:rsidR="00153D7E">
        <w:rPr>
          <w:lang w:val="en-GB"/>
        </w:rPr>
        <w:t xml:space="preserve">area of interest for </w:t>
      </w:r>
      <w:r w:rsidRPr="00EA7ACA">
        <w:rPr>
          <w:lang w:val="en-GB"/>
        </w:rPr>
        <w:t>the relevant Committee</w:t>
      </w:r>
      <w:r w:rsidR="00153D7E">
        <w:rPr>
          <w:lang w:val="en-GB"/>
        </w:rPr>
        <w:t xml:space="preserve"> (VTS, </w:t>
      </w:r>
      <w:proofErr w:type="spellStart"/>
      <w:r w:rsidR="00153D7E">
        <w:rPr>
          <w:lang w:val="en-GB"/>
        </w:rPr>
        <w:t>AtoNs</w:t>
      </w:r>
      <w:proofErr w:type="spellEnd"/>
      <w:r w:rsidR="00153D7E">
        <w:rPr>
          <w:lang w:val="en-GB"/>
        </w:rPr>
        <w:t xml:space="preserve"> </w:t>
      </w:r>
      <w:proofErr w:type="spellStart"/>
      <w:r w:rsidR="00153D7E">
        <w:rPr>
          <w:lang w:val="en-GB"/>
        </w:rPr>
        <w:t>etc</w:t>
      </w:r>
      <w:proofErr w:type="spellEnd"/>
      <w:r w:rsidR="00153D7E">
        <w:rPr>
          <w:lang w:val="en-GB"/>
        </w:rPr>
        <w:t>)</w:t>
      </w:r>
      <w:r w:rsidRPr="00EA7ACA">
        <w:rPr>
          <w:lang w:val="en-GB"/>
        </w:rPr>
        <w:t>.</w:t>
      </w:r>
    </w:p>
    <w:sectPr w:rsidR="00266BED" w:rsidRPr="00EA7ACA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4F5" w:rsidRDefault="000F04F5" w:rsidP="00002906">
      <w:r>
        <w:separator/>
      </w:r>
    </w:p>
  </w:endnote>
  <w:endnote w:type="continuationSeparator" w:id="0">
    <w:p w:rsidR="000F04F5" w:rsidRDefault="000F04F5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722" w:rsidRDefault="00AF4722">
    <w:pPr>
      <w:pStyle w:val="Footer"/>
    </w:pPr>
    <w:r>
      <w:tab/>
    </w:r>
    <w:r w:rsidR="000E1BE0">
      <w:fldChar w:fldCharType="begin"/>
    </w:r>
    <w:r>
      <w:instrText xml:space="preserve"> PAGE   \* MERGEFORMAT </w:instrText>
    </w:r>
    <w:r w:rsidR="000E1BE0">
      <w:fldChar w:fldCharType="separate"/>
    </w:r>
    <w:r w:rsidR="00CD0B96">
      <w:rPr>
        <w:noProof/>
      </w:rPr>
      <w:t>1</w:t>
    </w:r>
    <w:r w:rsidR="000E1BE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4F5" w:rsidRDefault="000F04F5" w:rsidP="00002906">
      <w:r>
        <w:separator/>
      </w:r>
    </w:p>
  </w:footnote>
  <w:footnote w:type="continuationSeparator" w:id="0">
    <w:p w:rsidR="000F04F5" w:rsidRDefault="000F04F5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751A"/>
    <w:multiLevelType w:val="hybridMultilevel"/>
    <w:tmpl w:val="73AAAE8E"/>
    <w:lvl w:ilvl="0" w:tplc="914E00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0FA30EDB"/>
    <w:multiLevelType w:val="hybridMultilevel"/>
    <w:tmpl w:val="A6D24E3A"/>
    <w:lvl w:ilvl="0" w:tplc="7D1E58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AC26E44"/>
    <w:multiLevelType w:val="hybridMultilevel"/>
    <w:tmpl w:val="09CEA17E"/>
    <w:lvl w:ilvl="0" w:tplc="7D1E58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FD26E2B"/>
    <w:multiLevelType w:val="hybridMultilevel"/>
    <w:tmpl w:val="98F2F656"/>
    <w:lvl w:ilvl="0" w:tplc="914E00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6"/>
  </w:num>
  <w:num w:numId="6">
    <w:abstractNumId w:val="12"/>
  </w:num>
  <w:num w:numId="7">
    <w:abstractNumId w:val="9"/>
  </w:num>
  <w:num w:numId="8">
    <w:abstractNumId w:val="1"/>
  </w:num>
  <w:num w:numId="9">
    <w:abstractNumId w:val="5"/>
  </w:num>
  <w:num w:numId="10">
    <w:abstractNumId w:val="1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7"/>
  </w:num>
  <w:num w:numId="17">
    <w:abstractNumId w:val="15"/>
  </w:num>
  <w:num w:numId="18">
    <w:abstractNumId w:val="4"/>
  </w:num>
  <w:num w:numId="19">
    <w:abstractNumId w:val="14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"/>
  </w:num>
  <w:num w:numId="26">
    <w:abstractNumId w:val="0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267"/>
    <w:rsid w:val="00002906"/>
    <w:rsid w:val="00031A92"/>
    <w:rsid w:val="000348ED"/>
    <w:rsid w:val="00036801"/>
    <w:rsid w:val="00050DA7"/>
    <w:rsid w:val="000A5A01"/>
    <w:rsid w:val="000E1BE0"/>
    <w:rsid w:val="000F04F5"/>
    <w:rsid w:val="00135447"/>
    <w:rsid w:val="00145C9C"/>
    <w:rsid w:val="00152273"/>
    <w:rsid w:val="00153D7E"/>
    <w:rsid w:val="001A654A"/>
    <w:rsid w:val="001C74CF"/>
    <w:rsid w:val="001E35CB"/>
    <w:rsid w:val="00266BED"/>
    <w:rsid w:val="002A798A"/>
    <w:rsid w:val="002C17AE"/>
    <w:rsid w:val="00330818"/>
    <w:rsid w:val="003D55DD"/>
    <w:rsid w:val="003E1831"/>
    <w:rsid w:val="00424954"/>
    <w:rsid w:val="00457B17"/>
    <w:rsid w:val="00467ED2"/>
    <w:rsid w:val="004B277E"/>
    <w:rsid w:val="004C1386"/>
    <w:rsid w:val="004C220D"/>
    <w:rsid w:val="004C5693"/>
    <w:rsid w:val="004E0DED"/>
    <w:rsid w:val="004E4158"/>
    <w:rsid w:val="005203B8"/>
    <w:rsid w:val="005C7EBA"/>
    <w:rsid w:val="005D05AC"/>
    <w:rsid w:val="005D6932"/>
    <w:rsid w:val="005F4EB8"/>
    <w:rsid w:val="00607152"/>
    <w:rsid w:val="00630F7F"/>
    <w:rsid w:val="0064435F"/>
    <w:rsid w:val="006856DC"/>
    <w:rsid w:val="00691267"/>
    <w:rsid w:val="006B015E"/>
    <w:rsid w:val="006D470F"/>
    <w:rsid w:val="00727E88"/>
    <w:rsid w:val="00775878"/>
    <w:rsid w:val="007E509D"/>
    <w:rsid w:val="0080092C"/>
    <w:rsid w:val="008065E8"/>
    <w:rsid w:val="00866477"/>
    <w:rsid w:val="00870F4A"/>
    <w:rsid w:val="00872453"/>
    <w:rsid w:val="008F13DD"/>
    <w:rsid w:val="00902AA4"/>
    <w:rsid w:val="00955EDE"/>
    <w:rsid w:val="009F3B6C"/>
    <w:rsid w:val="009F5C36"/>
    <w:rsid w:val="00A00029"/>
    <w:rsid w:val="00A27F12"/>
    <w:rsid w:val="00A30579"/>
    <w:rsid w:val="00A309B9"/>
    <w:rsid w:val="00AA3904"/>
    <w:rsid w:val="00AA76C0"/>
    <w:rsid w:val="00AF4722"/>
    <w:rsid w:val="00B077EC"/>
    <w:rsid w:val="00B15B24"/>
    <w:rsid w:val="00B31826"/>
    <w:rsid w:val="00B428DA"/>
    <w:rsid w:val="00B46A83"/>
    <w:rsid w:val="00B8247E"/>
    <w:rsid w:val="00B85580"/>
    <w:rsid w:val="00BE56DF"/>
    <w:rsid w:val="00C32F62"/>
    <w:rsid w:val="00CA04AF"/>
    <w:rsid w:val="00CC1604"/>
    <w:rsid w:val="00CD0B96"/>
    <w:rsid w:val="00D121A2"/>
    <w:rsid w:val="00E93C9B"/>
    <w:rsid w:val="00EA43BC"/>
    <w:rsid w:val="00EA7ACA"/>
    <w:rsid w:val="00EE3F2F"/>
    <w:rsid w:val="00F007C7"/>
    <w:rsid w:val="00F3488E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rsid w:val="00D121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21A2"/>
    <w:rPr>
      <w:sz w:val="20"/>
    </w:rPr>
  </w:style>
  <w:style w:type="character" w:customStyle="1" w:styleId="CommentTextChar">
    <w:name w:val="Comment Text Char"/>
    <w:link w:val="CommentText"/>
    <w:rsid w:val="00D121A2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21A2"/>
    <w:rPr>
      <w:b/>
      <w:bCs/>
    </w:rPr>
  </w:style>
  <w:style w:type="character" w:customStyle="1" w:styleId="CommentSubjectChar">
    <w:name w:val="Comment Subject Char"/>
    <w:link w:val="CommentSubject"/>
    <w:rsid w:val="00D121A2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121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121A2"/>
    <w:rPr>
      <w:rFonts w:ascii="Segoe UI" w:hAnsi="Segoe UI" w:cs="Segoe UI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ropbox\Working%20Group%206%20DM\committee%20meetings\e-NAV14\Output%20documents\Liaison%20note%20from%20eNAV%20to%20committees%20and%20PAP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AED05-0F6F-45D5-99C7-FBFA713A7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note from eNAV to committees and PAP.dot</Template>
  <TotalTime>15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Peter</dc:creator>
  <cp:lastModifiedBy>Seamus Doyle</cp:lastModifiedBy>
  <cp:revision>8</cp:revision>
  <cp:lastPrinted>2006-10-19T09:49:00Z</cp:lastPrinted>
  <dcterms:created xsi:type="dcterms:W3CDTF">2013-09-25T15:40:00Z</dcterms:created>
  <dcterms:modified xsi:type="dcterms:W3CDTF">2013-10-12T20:09:00Z</dcterms:modified>
</cp:coreProperties>
</file>